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AAA83" w14:textId="77777777" w:rsidR="00154269" w:rsidRDefault="00154269">
      <w:pPr>
        <w:rPr>
          <w:rFonts w:ascii="Source Sans Pro" w:hAnsi="Source Sans Pro"/>
        </w:rPr>
      </w:pPr>
      <w:r>
        <w:rPr>
          <w:rFonts w:ascii="Source Sans Pro" w:hAnsi="Source Sans Pro"/>
        </w:rPr>
        <w:br w:type="page"/>
      </w:r>
    </w:p>
    <w:p w14:paraId="59ADF13A" w14:textId="77777777" w:rsidR="00E3441F" w:rsidRPr="00B04F7A" w:rsidRDefault="00E3441F" w:rsidP="002E0C2D">
      <w:pPr>
        <w:pStyle w:val="Geenafstand"/>
        <w:rPr>
          <w:rFonts w:ascii="Source Sans Pro" w:hAnsi="Source Sans Pro"/>
        </w:rPr>
      </w:pPr>
    </w:p>
    <w:sectPr w:rsidR="00E3441F" w:rsidRPr="00B04F7A" w:rsidSect="005932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80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82566" w14:textId="77777777" w:rsidR="00686E6D" w:rsidRDefault="00686E6D" w:rsidP="000A15CC">
      <w:pPr>
        <w:spacing w:after="0" w:line="240" w:lineRule="auto"/>
      </w:pPr>
      <w:r>
        <w:separator/>
      </w:r>
    </w:p>
  </w:endnote>
  <w:endnote w:type="continuationSeparator" w:id="0">
    <w:p w14:paraId="312D4163" w14:textId="77777777" w:rsidR="00686E6D" w:rsidRDefault="00686E6D" w:rsidP="000A1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54411" w14:textId="77777777" w:rsidR="00154269" w:rsidRDefault="0015426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614FE" w14:textId="77777777" w:rsidR="00154269" w:rsidRDefault="0015426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CC8EA" w14:textId="77777777" w:rsidR="00F44A23" w:rsidRDefault="00146D99">
    <w:pPr>
      <w:pStyle w:val="Voettekst"/>
    </w:pPr>
    <w:r>
      <w:t xml:space="preserve">  </w:t>
    </w:r>
    <w:r w:rsidR="002E4E61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01D45A" w14:textId="77777777" w:rsidR="00686E6D" w:rsidRDefault="00686E6D" w:rsidP="000A15CC">
      <w:pPr>
        <w:spacing w:after="0" w:line="240" w:lineRule="auto"/>
      </w:pPr>
      <w:r>
        <w:separator/>
      </w:r>
    </w:p>
  </w:footnote>
  <w:footnote w:type="continuationSeparator" w:id="0">
    <w:p w14:paraId="6CEF4A8D" w14:textId="77777777" w:rsidR="00686E6D" w:rsidRDefault="00686E6D" w:rsidP="000A1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C32D3" w14:textId="77777777" w:rsidR="00154269" w:rsidRDefault="0015426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936AD" w14:textId="77777777" w:rsidR="000A15CC" w:rsidRDefault="009846D8" w:rsidP="0095706D">
    <w:pPr>
      <w:pStyle w:val="Koptekst"/>
      <w:tabs>
        <w:tab w:val="clear" w:pos="4536"/>
        <w:tab w:val="clear" w:pos="9072"/>
        <w:tab w:val="left" w:pos="5717"/>
      </w:tabs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 wp14:anchorId="7920A1E9" wp14:editId="73F056C3">
          <wp:simplePos x="0" y="0"/>
          <wp:positionH relativeFrom="column">
            <wp:posOffset>-907708</wp:posOffset>
          </wp:positionH>
          <wp:positionV relativeFrom="paragraph">
            <wp:posOffset>-448309</wp:posOffset>
          </wp:positionV>
          <wp:extent cx="7556616" cy="10680863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616" cy="10680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706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DE1DB" w14:textId="77777777" w:rsidR="005A0739" w:rsidRDefault="00146D9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73600" behindDoc="1" locked="0" layoutInCell="1" allowOverlap="1" wp14:anchorId="663D5F10" wp14:editId="306C6F39">
          <wp:simplePos x="0" y="0"/>
          <wp:positionH relativeFrom="column">
            <wp:posOffset>-895985</wp:posOffset>
          </wp:positionH>
          <wp:positionV relativeFrom="paragraph">
            <wp:posOffset>-422910</wp:posOffset>
          </wp:positionV>
          <wp:extent cx="7555017" cy="10678605"/>
          <wp:effectExtent l="0" t="0" r="1905" b="254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017" cy="10678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269"/>
    <w:rsid w:val="000A15CC"/>
    <w:rsid w:val="000B738B"/>
    <w:rsid w:val="00104280"/>
    <w:rsid w:val="00146D99"/>
    <w:rsid w:val="00154269"/>
    <w:rsid w:val="001617D8"/>
    <w:rsid w:val="001D6BF9"/>
    <w:rsid w:val="00265AF4"/>
    <w:rsid w:val="00286E79"/>
    <w:rsid w:val="00291940"/>
    <w:rsid w:val="002E0C2D"/>
    <w:rsid w:val="002E4E61"/>
    <w:rsid w:val="00316AF3"/>
    <w:rsid w:val="003A435A"/>
    <w:rsid w:val="0040068C"/>
    <w:rsid w:val="004477C5"/>
    <w:rsid w:val="0050004E"/>
    <w:rsid w:val="00591098"/>
    <w:rsid w:val="0059321E"/>
    <w:rsid w:val="005A0739"/>
    <w:rsid w:val="005D0552"/>
    <w:rsid w:val="006456AA"/>
    <w:rsid w:val="00686E6D"/>
    <w:rsid w:val="00732696"/>
    <w:rsid w:val="0073289A"/>
    <w:rsid w:val="007D7C07"/>
    <w:rsid w:val="007F2BE7"/>
    <w:rsid w:val="008177A8"/>
    <w:rsid w:val="00852D0D"/>
    <w:rsid w:val="0087619D"/>
    <w:rsid w:val="00890603"/>
    <w:rsid w:val="008D47E1"/>
    <w:rsid w:val="008E7454"/>
    <w:rsid w:val="009049A0"/>
    <w:rsid w:val="00915F74"/>
    <w:rsid w:val="00937CCE"/>
    <w:rsid w:val="00941944"/>
    <w:rsid w:val="0095706D"/>
    <w:rsid w:val="00965594"/>
    <w:rsid w:val="009839DD"/>
    <w:rsid w:val="009846D8"/>
    <w:rsid w:val="009C79B2"/>
    <w:rsid w:val="009E2341"/>
    <w:rsid w:val="00A12928"/>
    <w:rsid w:val="00A442E4"/>
    <w:rsid w:val="00A464D8"/>
    <w:rsid w:val="00B000AA"/>
    <w:rsid w:val="00B04F7A"/>
    <w:rsid w:val="00B1150D"/>
    <w:rsid w:val="00B75E0C"/>
    <w:rsid w:val="00B80B7A"/>
    <w:rsid w:val="00B839B3"/>
    <w:rsid w:val="00B851A1"/>
    <w:rsid w:val="00BA7A4F"/>
    <w:rsid w:val="00BB1332"/>
    <w:rsid w:val="00BB63D0"/>
    <w:rsid w:val="00C9553B"/>
    <w:rsid w:val="00CE05C6"/>
    <w:rsid w:val="00CE4A9C"/>
    <w:rsid w:val="00CF36E9"/>
    <w:rsid w:val="00D26F12"/>
    <w:rsid w:val="00D3196A"/>
    <w:rsid w:val="00E24260"/>
    <w:rsid w:val="00E248DE"/>
    <w:rsid w:val="00E3441F"/>
    <w:rsid w:val="00F11375"/>
    <w:rsid w:val="00F15DD0"/>
    <w:rsid w:val="00F44A23"/>
    <w:rsid w:val="00FC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44FD2"/>
  <w15:chartTrackingRefBased/>
  <w15:docId w15:val="{3DDFE059-FAD0-394F-91E1-DECBBF11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15CC"/>
  </w:style>
  <w:style w:type="paragraph" w:styleId="Voettekst">
    <w:name w:val="footer"/>
    <w:basedOn w:val="Standaard"/>
    <w:link w:val="VoettekstChar"/>
    <w:uiPriority w:val="99"/>
    <w:unhideWhenUsed/>
    <w:rsid w:val="000A1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15CC"/>
  </w:style>
  <w:style w:type="character" w:styleId="Hyperlink">
    <w:name w:val="Hyperlink"/>
    <w:basedOn w:val="Standaardalinea-lettertype"/>
    <w:uiPriority w:val="99"/>
    <w:unhideWhenUsed/>
    <w:rsid w:val="00F44A2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F44A23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3289A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73289A"/>
    <w:pPr>
      <w:spacing w:after="0" w:line="240" w:lineRule="auto"/>
    </w:pPr>
  </w:style>
  <w:style w:type="paragraph" w:customStyle="1" w:styleId="Basisalinea">
    <w:name w:val="[Basisalinea]"/>
    <w:basedOn w:val="Standaard"/>
    <w:uiPriority w:val="99"/>
    <w:rsid w:val="002E4E61"/>
    <w:pPr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7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-ambasco/Desktop/HCI-briefpapier-word/hci-briefpapier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268ea8-e519-4f7c-87cd-668be21d0bd6">
      <Terms xmlns="http://schemas.microsoft.com/office/infopath/2007/PartnerControls"/>
    </lcf76f155ced4ddcb4097134ff3c332f>
    <TaxCatchAll xmlns="ecece0d3-3cdd-4869-8569-499b7284b29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6FBC04DF677743ADA03809849D8EF3" ma:contentTypeVersion="15" ma:contentTypeDescription="Een nieuw document maken." ma:contentTypeScope="" ma:versionID="1b5494dd57f076c3c71f48db7441592d">
  <xsd:schema xmlns:xsd="http://www.w3.org/2001/XMLSchema" xmlns:xs="http://www.w3.org/2001/XMLSchema" xmlns:p="http://schemas.microsoft.com/office/2006/metadata/properties" xmlns:ns2="f4268ea8-e519-4f7c-87cd-668be21d0bd6" xmlns:ns3="ecece0d3-3cdd-4869-8569-499b7284b29f" targetNamespace="http://schemas.microsoft.com/office/2006/metadata/properties" ma:root="true" ma:fieldsID="fac6dab9f6bfdb79e5a960d1bf246ffc" ns2:_="" ns3:_="">
    <xsd:import namespace="f4268ea8-e519-4f7c-87cd-668be21d0bd6"/>
    <xsd:import namespace="ecece0d3-3cdd-4869-8569-499b7284b2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68ea8-e519-4f7c-87cd-668be21d0b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6bcdf4c0-fd27-42a1-9c97-33a5a8e6d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ece0d3-3cdd-4869-8569-499b7284b29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bc6572e-e0fa-47ce-a2ab-37a46f18f9d9}" ma:internalName="TaxCatchAll" ma:showField="CatchAllData" ma:web="ecece0d3-3cdd-4869-8569-499b7284b2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554A29-50E7-4364-AD51-B439B0F53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796F8-E2E1-4A46-83DC-5B42915C26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BAF2BB-8392-45D9-BCB6-090FC7FB54EF}">
  <ds:schemaRefs>
    <ds:schemaRef ds:uri="http://schemas.microsoft.com/office/2006/metadata/properties"/>
    <ds:schemaRef ds:uri="http://schemas.microsoft.com/office/infopath/2007/PartnerControls"/>
    <ds:schemaRef ds:uri="f4268ea8-e519-4f7c-87cd-668be21d0bd6"/>
    <ds:schemaRef ds:uri="ecece0d3-3cdd-4869-8569-499b7284b29f"/>
  </ds:schemaRefs>
</ds:datastoreItem>
</file>

<file path=customXml/itemProps4.xml><?xml version="1.0" encoding="utf-8"?>
<ds:datastoreItem xmlns:ds="http://schemas.openxmlformats.org/officeDocument/2006/customXml" ds:itemID="{17377042-7ECD-471C-B4FA-8B936AA7D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268ea8-e519-4f7c-87cd-668be21d0bd6"/>
    <ds:schemaRef ds:uri="ecece0d3-3cdd-4869-8569-499b7284b2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hci-briefpapier.dotx</Template>
  <TotalTime>5</TotalTime>
  <Pages>2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Marco Huitenga</cp:lastModifiedBy>
  <cp:revision>2</cp:revision>
  <dcterms:created xsi:type="dcterms:W3CDTF">2024-12-10T10:22:00Z</dcterms:created>
  <dcterms:modified xsi:type="dcterms:W3CDTF">2024-12-10T10:27:00Z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0x010100BFE293BBF9231547A3BC284561025D37</vt:lpwstr>
  </property>
  <property fmtid="{D5CDD505-2E9C-101B-9397-08002B2CF9AE}" pid="3" name="MediaServiceImageTags">
    <vt:lpwstr/>
  </property>
</Properties>
</file>